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C9F321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4625D3A" w14:textId="37986801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C271A319B6EB4963AE8EBC432D6D792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6-2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C70EA">
                  <w:rPr>
                    <w:rStyle w:val="Dokumentdatum"/>
                  </w:rPr>
                  <w:t>22. Juni 2022</w:t>
                </w:r>
              </w:sdtContent>
            </w:sdt>
          </w:p>
        </w:tc>
      </w:tr>
      <w:tr w:rsidR="00C65692" w:rsidRPr="00D5446F" w14:paraId="01AAE721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2527DA5" w14:textId="7B26EB60" w:rsidR="00025DF7" w:rsidRPr="00D5446F" w:rsidRDefault="00302B88" w:rsidP="00752C8E">
            <w:pPr>
              <w:pStyle w:val="Betreff"/>
            </w:pPr>
            <w:r>
              <w:t>Design</w:t>
            </w:r>
            <w:r w:rsidR="004828F4">
              <w:t xml:space="preserve"> </w:t>
            </w:r>
            <w:r>
              <w:t>und Nachhaltigkeit</w:t>
            </w:r>
            <w:r w:rsidR="004828F4">
              <w:t xml:space="preserve"> im Einklang</w:t>
            </w:r>
            <w:r>
              <w:t xml:space="preserve">: </w:t>
            </w:r>
            <w:proofErr w:type="spellStart"/>
            <w:r w:rsidR="00E32DF9">
              <w:t>Red</w:t>
            </w:r>
            <w:proofErr w:type="spellEnd"/>
            <w:r w:rsidR="00E32DF9">
              <w:t xml:space="preserve"> </w:t>
            </w:r>
            <w:proofErr w:type="spellStart"/>
            <w:r w:rsidR="00E32DF9">
              <w:t>Dot</w:t>
            </w:r>
            <w:proofErr w:type="spellEnd"/>
            <w:r w:rsidR="00E32DF9">
              <w:t xml:space="preserve"> </w:t>
            </w:r>
            <w:r w:rsidR="009F69A2">
              <w:t xml:space="preserve">Design </w:t>
            </w:r>
            <w:r w:rsidR="00A13CED">
              <w:t xml:space="preserve">Award </w:t>
            </w:r>
            <w:r w:rsidR="00E32DF9">
              <w:t xml:space="preserve">und </w:t>
            </w:r>
            <w:r w:rsidR="00A13CED">
              <w:t>German Design Award</w:t>
            </w:r>
            <w:r w:rsidR="009F69A2">
              <w:t xml:space="preserve"> für </w:t>
            </w:r>
            <w:r w:rsidR="0077738D">
              <w:t xml:space="preserve">die </w:t>
            </w:r>
            <w:proofErr w:type="spellStart"/>
            <w:r w:rsidR="009F69A2">
              <w:t>Revo.PRIME</w:t>
            </w:r>
            <w:proofErr w:type="spellEnd"/>
          </w:p>
        </w:tc>
      </w:tr>
    </w:tbl>
    <w:p w14:paraId="323DF5E9" w14:textId="3F1EBFF7" w:rsidR="00C3608F" w:rsidRDefault="00A13CED" w:rsidP="00D5446F">
      <w:pPr>
        <w:pStyle w:val="Vorspann"/>
      </w:pPr>
      <w:r>
        <w:t xml:space="preserve">Gleich zwei der renommiertesten Design-Preise des Landes </w:t>
      </w:r>
      <w:r w:rsidR="00174F7D">
        <w:t xml:space="preserve">gehen an </w:t>
      </w:r>
      <w:r w:rsidR="00F93218">
        <w:t>die neue Karus</w:t>
      </w:r>
      <w:r w:rsidR="00174F7D">
        <w:t>s</w:t>
      </w:r>
      <w:r w:rsidR="00F93218">
        <w:t>ell</w:t>
      </w:r>
      <w:r w:rsidR="00CC47F4">
        <w:t>dreh</w:t>
      </w:r>
      <w:r w:rsidR="00F93218">
        <w:t xml:space="preserve">tür </w:t>
      </w:r>
      <w:proofErr w:type="spellStart"/>
      <w:r w:rsidR="00F93218">
        <w:t>Revo</w:t>
      </w:r>
      <w:r w:rsidR="00AC275A">
        <w:t>.</w:t>
      </w:r>
      <w:r w:rsidR="00F93218">
        <w:t>PRIME</w:t>
      </w:r>
      <w:proofErr w:type="spellEnd"/>
      <w:r w:rsidR="00174F7D">
        <w:t xml:space="preserve"> von GEZE</w:t>
      </w:r>
      <w:r w:rsidR="00107E00">
        <w:t xml:space="preserve">: </w:t>
      </w:r>
      <w:r w:rsidR="004D74B5">
        <w:t>D</w:t>
      </w:r>
      <w:r w:rsidR="003A2D62">
        <w:t xml:space="preserve">er German Design Award in der Kategorie </w:t>
      </w:r>
      <w:proofErr w:type="spellStart"/>
      <w:r w:rsidR="004B5E20">
        <w:t>Excellent</w:t>
      </w:r>
      <w:proofErr w:type="spellEnd"/>
      <w:r w:rsidR="004B5E20">
        <w:t xml:space="preserve"> </w:t>
      </w:r>
      <w:proofErr w:type="spellStart"/>
      <w:r w:rsidR="004B5E20">
        <w:t>Product</w:t>
      </w:r>
      <w:proofErr w:type="spellEnd"/>
      <w:r w:rsidR="004B5E20">
        <w:t xml:space="preserve"> Design – Building and </w:t>
      </w:r>
      <w:r w:rsidR="00F85DFB">
        <w:t>E</w:t>
      </w:r>
      <w:r w:rsidR="004B5E20">
        <w:t>lements</w:t>
      </w:r>
      <w:r w:rsidR="00D02588">
        <w:t xml:space="preserve"> und der </w:t>
      </w:r>
      <w:proofErr w:type="spellStart"/>
      <w:r w:rsidR="00D02588">
        <w:t>Red</w:t>
      </w:r>
      <w:proofErr w:type="spellEnd"/>
      <w:r w:rsidR="00D02588">
        <w:t xml:space="preserve"> </w:t>
      </w:r>
      <w:proofErr w:type="spellStart"/>
      <w:r w:rsidR="00D02588">
        <w:t>Dot</w:t>
      </w:r>
      <w:proofErr w:type="spellEnd"/>
      <w:r w:rsidR="00D02588">
        <w:t xml:space="preserve"> Design Award, ebenfalls in der Kategorie </w:t>
      </w:r>
      <w:proofErr w:type="spellStart"/>
      <w:r w:rsidR="00D02588">
        <w:t>Product</w:t>
      </w:r>
      <w:proofErr w:type="spellEnd"/>
      <w:r w:rsidR="00D02588">
        <w:t xml:space="preserve"> Design.</w:t>
      </w:r>
      <w:r w:rsidR="00F85DFB">
        <w:t xml:space="preserve"> </w:t>
      </w:r>
      <w:r w:rsidR="00F91AF5">
        <w:t xml:space="preserve">Beide Auszeichnungen </w:t>
      </w:r>
      <w:r w:rsidR="009800D1">
        <w:t>ehren herausragende Designleistungen</w:t>
      </w:r>
      <w:r w:rsidR="00257C01">
        <w:t xml:space="preserve"> und gelten als Gütesiegel für hochwertigste und gestalterisch anspruch</w:t>
      </w:r>
      <w:r w:rsidR="00F562E9">
        <w:t>s</w:t>
      </w:r>
      <w:r w:rsidR="00257C01">
        <w:t>vollste Produkte.</w:t>
      </w:r>
    </w:p>
    <w:p w14:paraId="656F2381" w14:textId="4E050316" w:rsidR="002D4EAE" w:rsidRPr="00DC7707" w:rsidRDefault="00ED11B6" w:rsidP="00D5446F">
      <w:pPr>
        <w:pStyle w:val="berschrift1"/>
        <w:rPr>
          <w:lang w:val="de-DE"/>
        </w:rPr>
      </w:pPr>
      <w:r w:rsidRPr="00CE722F">
        <w:rPr>
          <w:lang w:val="de-DE"/>
        </w:rPr>
        <w:t>Weniger Zugluft bei geringerem Energieverbrauch</w:t>
      </w:r>
    </w:p>
    <w:p w14:paraId="33788136" w14:textId="4BFFD998" w:rsidR="00517753" w:rsidRDefault="00624261" w:rsidP="00517753">
      <w:r>
        <w:t xml:space="preserve">Mit einer </w:t>
      </w:r>
      <w:r w:rsidRPr="00DC7707">
        <w:t>Kranzhöhe von nur 75 mm und schmalen Profilen von 60 mm</w:t>
      </w:r>
      <w:r>
        <w:t xml:space="preserve"> sorgt die </w:t>
      </w:r>
      <w:r w:rsidRPr="00DC7707">
        <w:t>designorientierte Karusselltürlösung</w:t>
      </w:r>
      <w:r>
        <w:t xml:space="preserve"> für größtmögliche Transparenz</w:t>
      </w:r>
      <w:r w:rsidR="00F562E9">
        <w:t xml:space="preserve">. Auf diese Weise </w:t>
      </w:r>
      <w:r w:rsidR="009E196D">
        <w:t>setz</w:t>
      </w:r>
      <w:r w:rsidR="00F562E9">
        <w:t>t</w:t>
      </w:r>
      <w:r w:rsidR="009E196D">
        <w:t xml:space="preserve"> </w:t>
      </w:r>
      <w:r w:rsidR="004D74B5">
        <w:t xml:space="preserve">die </w:t>
      </w:r>
      <w:proofErr w:type="spellStart"/>
      <w:r w:rsidR="00367861">
        <w:t>Revo.PRIME</w:t>
      </w:r>
      <w:proofErr w:type="spellEnd"/>
      <w:r w:rsidR="009E196D">
        <w:t xml:space="preserve"> ein Highlight schon im Eingangsbereich des Gebäudes – inklusive aller Vorteile zur Reduzierung von Zugluft </w:t>
      </w:r>
      <w:r w:rsidR="00CF1296">
        <w:t>sowie Schmutz und Lärm</w:t>
      </w:r>
      <w:r w:rsidR="004833EF" w:rsidRPr="00DC7707">
        <w:t>.</w:t>
      </w:r>
      <w:r w:rsidR="00144F83">
        <w:t xml:space="preserve"> </w:t>
      </w:r>
      <w:r w:rsidR="00CF1296">
        <w:t>Außerdem</w:t>
      </w:r>
      <w:r w:rsidR="00517753">
        <w:t xml:space="preserve"> </w:t>
      </w:r>
      <w:r w:rsidR="00CF1296">
        <w:t xml:space="preserve">trägt die </w:t>
      </w:r>
      <w:proofErr w:type="spellStart"/>
      <w:r w:rsidR="00CF1296">
        <w:t>Revo.PRIME</w:t>
      </w:r>
      <w:proofErr w:type="spellEnd"/>
      <w:r w:rsidR="00CF1296">
        <w:t xml:space="preserve"> </w:t>
      </w:r>
      <w:r w:rsidR="00517753">
        <w:t xml:space="preserve">auch </w:t>
      </w:r>
      <w:r w:rsidR="0000383B">
        <w:t>erheblich</w:t>
      </w:r>
      <w:r w:rsidR="00517753">
        <w:t xml:space="preserve"> zur Energieeinsparung bei. </w:t>
      </w:r>
      <w:r w:rsidR="0000383B">
        <w:t>Immerhin benötigt sie dank ihrer</w:t>
      </w:r>
      <w:r w:rsidR="00517753" w:rsidRPr="00DC7707">
        <w:t xml:space="preserve"> reduzierte</w:t>
      </w:r>
      <w:r w:rsidR="0000383B">
        <w:t>n</w:t>
      </w:r>
      <w:r w:rsidR="00517753" w:rsidRPr="00DC7707">
        <w:t xml:space="preserve"> Leistungsaufnahme </w:t>
      </w:r>
      <w:r w:rsidR="0000383B">
        <w:t xml:space="preserve">ganze </w:t>
      </w:r>
      <w:r w:rsidR="00517753" w:rsidRPr="00DC7707">
        <w:t>30 Prozent weniger Energie</w:t>
      </w:r>
      <w:r w:rsidR="004D74B5">
        <w:t xml:space="preserve"> </w:t>
      </w:r>
      <w:r w:rsidR="004D74B5">
        <w:rPr>
          <w:bCs/>
        </w:rPr>
        <w:t>im Vergleich zu Vorgängermodellen</w:t>
      </w:r>
      <w:r w:rsidR="00517753" w:rsidRPr="00DC7707">
        <w:t>.</w:t>
      </w:r>
    </w:p>
    <w:p w14:paraId="52480057" w14:textId="37E8A484" w:rsidR="00BA73A7" w:rsidRPr="00DC7707" w:rsidRDefault="007644C4" w:rsidP="00BA73A7">
      <w:pPr>
        <w:pStyle w:val="berschrift1"/>
        <w:rPr>
          <w:lang w:val="de-DE"/>
        </w:rPr>
      </w:pPr>
      <w:r>
        <w:rPr>
          <w:lang w:val="de-DE"/>
        </w:rPr>
        <w:t xml:space="preserve">Top </w:t>
      </w:r>
      <w:r w:rsidR="00CF1296">
        <w:rPr>
          <w:lang w:val="de-DE"/>
        </w:rPr>
        <w:t xml:space="preserve">in </w:t>
      </w:r>
      <w:r w:rsidR="00C33D82">
        <w:rPr>
          <w:lang w:val="de-DE"/>
        </w:rPr>
        <w:t xml:space="preserve">Komfort und </w:t>
      </w:r>
      <w:r>
        <w:rPr>
          <w:lang w:val="de-DE"/>
        </w:rPr>
        <w:t>Transparenz</w:t>
      </w:r>
    </w:p>
    <w:p w14:paraId="659F70E0" w14:textId="2DA1A7DB" w:rsidR="00395A45" w:rsidRDefault="00517753" w:rsidP="002B73E3">
      <w:r>
        <w:t xml:space="preserve">Die neue Deckenkonstruktion an der Tür </w:t>
      </w:r>
      <w:r w:rsidR="00E13537">
        <w:t xml:space="preserve">selbst </w:t>
      </w:r>
      <w:r>
        <w:t>ermöglicht den Einsatz de</w:t>
      </w:r>
      <w:r w:rsidR="00E13537">
        <w:t xml:space="preserve">r </w:t>
      </w:r>
      <w:proofErr w:type="spellStart"/>
      <w:r w:rsidR="00E13537">
        <w:t>Revo.PRIME</w:t>
      </w:r>
      <w:proofErr w:type="spellEnd"/>
      <w:r>
        <w:t xml:space="preserve"> auch bei besonders beengten Platzverhältnissen. </w:t>
      </w:r>
      <w:r w:rsidR="00E13537">
        <w:t>Ihre</w:t>
      </w:r>
      <w:r>
        <w:t xml:space="preserve"> schmalen Profilansichten an Türflügel und Seitenteilen erhöhen den optisch attraktiven Eindruck und die Transparenz</w:t>
      </w:r>
      <w:r w:rsidR="0067697B">
        <w:t>.</w:t>
      </w:r>
      <w:r w:rsidR="00C973E7">
        <w:t xml:space="preserve"> </w:t>
      </w:r>
      <w:r w:rsidR="00AE1CA7">
        <w:t xml:space="preserve">Dank des bürstenlosen Motors </w:t>
      </w:r>
      <w:r w:rsidR="00090D06">
        <w:t>punktet sie durch einen besonders hohen Begehkomfort</w:t>
      </w:r>
      <w:r w:rsidR="00CF1296">
        <w:t xml:space="preserve">. </w:t>
      </w:r>
      <w:r w:rsidR="008B305B">
        <w:t>Eine Anbindung an Gebäudeautomationssysteme ist möglich. D</w:t>
      </w:r>
      <w:r w:rsidR="004833EF">
        <w:t>amit ist sie ideal geeignet für den Einsatz in Hotels, Shoppingcentern oder Büro- und Verwaltungsgebäuden.</w:t>
      </w:r>
    </w:p>
    <w:p w14:paraId="30BA337E" w14:textId="22211D09" w:rsidR="00395A45" w:rsidRPr="00DC7707" w:rsidRDefault="00395A45" w:rsidP="00395A45">
      <w:pPr>
        <w:pStyle w:val="berschrift1"/>
        <w:rPr>
          <w:lang w:val="de-DE"/>
        </w:rPr>
      </w:pPr>
      <w:r>
        <w:rPr>
          <w:lang w:val="de-DE"/>
        </w:rPr>
        <w:t>Favorit für designorientierte Architekten und Bauherren</w:t>
      </w:r>
    </w:p>
    <w:p w14:paraId="34D2A88B" w14:textId="2C769689" w:rsidR="002B73E3" w:rsidRDefault="00FC5371" w:rsidP="002B73E3">
      <w:r>
        <w:t>Eben</w:t>
      </w:r>
      <w:r w:rsidR="002B73E3">
        <w:t xml:space="preserve"> diese Merkmale machen </w:t>
      </w:r>
      <w:r w:rsidR="0077738D">
        <w:t xml:space="preserve">die </w:t>
      </w:r>
      <w:proofErr w:type="spellStart"/>
      <w:r w:rsidR="002B73E3">
        <w:t>Revo.PRIME</w:t>
      </w:r>
      <w:proofErr w:type="spellEnd"/>
      <w:r w:rsidR="002B73E3">
        <w:t xml:space="preserve"> zum Favoriten für designorientierte Architekten und Bauherren</w:t>
      </w:r>
      <w:r w:rsidR="007537BA">
        <w:t xml:space="preserve"> – und b</w:t>
      </w:r>
      <w:r w:rsidR="002B73E3">
        <w:t>rachte ihr die beiden begehrten Design-Preise ein. So lobte d</w:t>
      </w:r>
      <w:r w:rsidR="002B73E3" w:rsidRPr="004F0FE1">
        <w:t xml:space="preserve">ie Jury des German Design Awards </w:t>
      </w:r>
      <w:r w:rsidR="002B73E3">
        <w:t>insbesondere das „</w:t>
      </w:r>
      <w:r w:rsidR="002B73E3" w:rsidRPr="004F0FE1">
        <w:t>Höchstmaß an Transparenz</w:t>
      </w:r>
      <w:r w:rsidR="002B73E3">
        <w:t xml:space="preserve">“ </w:t>
      </w:r>
      <w:r w:rsidR="002B73E3">
        <w:lastRenderedPageBreak/>
        <w:t xml:space="preserve">und damit verbunden „ein </w:t>
      </w:r>
      <w:r w:rsidR="002B73E3" w:rsidRPr="004F0FE1">
        <w:t>angenehmes Gefühl beim Durchschreiten.“</w:t>
      </w:r>
      <w:r w:rsidR="002B73E3">
        <w:t xml:space="preserve"> Das Juryurteil zum </w:t>
      </w:r>
      <w:proofErr w:type="spellStart"/>
      <w:r w:rsidR="002B73E3">
        <w:t>Red</w:t>
      </w:r>
      <w:proofErr w:type="spellEnd"/>
      <w:r w:rsidR="002B73E3">
        <w:t xml:space="preserve"> </w:t>
      </w:r>
      <w:proofErr w:type="spellStart"/>
      <w:r w:rsidR="002B73E3">
        <w:t>Dot</w:t>
      </w:r>
      <w:proofErr w:type="spellEnd"/>
      <w:r w:rsidR="002B73E3">
        <w:t xml:space="preserve"> Design Award </w:t>
      </w:r>
      <w:r w:rsidR="00490321">
        <w:t xml:space="preserve">hob insbesondere </w:t>
      </w:r>
      <w:r w:rsidR="000C70EA" w:rsidRPr="00FB60C9">
        <w:t xml:space="preserve">die hohe Designqualität </w:t>
      </w:r>
      <w:r w:rsidR="00490321">
        <w:t>hervor.</w:t>
      </w:r>
    </w:p>
    <w:p w14:paraId="423C4424" w14:textId="77777777" w:rsidR="00CF589E" w:rsidRPr="00DC7707" w:rsidRDefault="00CF589E" w:rsidP="00CF589E">
      <w:pPr>
        <w:pStyle w:val="berschrift1"/>
        <w:rPr>
          <w:lang w:val="de-DE"/>
        </w:rPr>
      </w:pPr>
      <w:r>
        <w:rPr>
          <w:lang w:val="de-DE"/>
        </w:rPr>
        <w:t>Renommierte Design Awards mit weltweiter Strahlkraft</w:t>
      </w:r>
    </w:p>
    <w:p w14:paraId="1D0EE61B" w14:textId="54AD472E" w:rsidR="00CF589E" w:rsidRDefault="00CF1296" w:rsidP="00CF589E">
      <w:r>
        <w:t xml:space="preserve">Der </w:t>
      </w:r>
      <w:proofErr w:type="spellStart"/>
      <w:r w:rsidR="00CF589E" w:rsidRPr="00F2797B">
        <w:t>Red</w:t>
      </w:r>
      <w:proofErr w:type="spellEnd"/>
      <w:r w:rsidR="00CF589E" w:rsidRPr="00F2797B">
        <w:t xml:space="preserve"> </w:t>
      </w:r>
      <w:proofErr w:type="spellStart"/>
      <w:r w:rsidR="00CF589E" w:rsidRPr="00F2797B">
        <w:t>Dot</w:t>
      </w:r>
      <w:proofErr w:type="spellEnd"/>
      <w:r w:rsidR="00CF589E" w:rsidRPr="00F2797B">
        <w:t xml:space="preserve"> Design Award zählt zu den größten Designwettbewerben der Welt. In drei Disziplinen reichen Teilnehmer Produkte, Kommunikationsarbeiten und Marken sowie Prototypen und Konzepte ein. Die Auszeichnung „</w:t>
      </w:r>
      <w:proofErr w:type="spellStart"/>
      <w:r w:rsidR="00CF589E" w:rsidRPr="00F2797B">
        <w:t>Red</w:t>
      </w:r>
      <w:proofErr w:type="spellEnd"/>
      <w:r w:rsidR="00CF589E" w:rsidRPr="00F2797B">
        <w:t xml:space="preserve"> </w:t>
      </w:r>
      <w:proofErr w:type="spellStart"/>
      <w:r w:rsidR="00CF589E" w:rsidRPr="00F2797B">
        <w:t>Dot</w:t>
      </w:r>
      <w:proofErr w:type="spellEnd"/>
      <w:r w:rsidR="00CF589E" w:rsidRPr="00F2797B">
        <w:t>“ steht international für gute Gestaltungsqualität.</w:t>
      </w:r>
    </w:p>
    <w:p w14:paraId="0C6B3956" w14:textId="1DE521C0" w:rsidR="00CF1296" w:rsidRDefault="00CF1296" w:rsidP="00CF589E">
      <w:r w:rsidRPr="00BD35E0">
        <w:t>Der German Design Award ist der Premiumpreis des Rat</w:t>
      </w:r>
      <w:r>
        <w:t>es</w:t>
      </w:r>
      <w:r w:rsidRPr="00BD35E0">
        <w:t xml:space="preserve"> für Formgebung. Mit seinem weltweiten Spektrum und seiner internationalen Strahlkraft zählt er branchenübergreifend zu den angesehensten Awards der Designlandschaft. </w:t>
      </w:r>
      <w:r>
        <w:t>Seit 2012 werden</w:t>
      </w:r>
      <w:r w:rsidRPr="00BD35E0">
        <w:t xml:space="preserve"> jährlich außerordentliche Einreichungen im Produktdesign, Kommunikationsdesign und der Architektur gekürt.</w:t>
      </w:r>
    </w:p>
    <w:p w14:paraId="320AB34E" w14:textId="77777777" w:rsidR="00F2797B" w:rsidRDefault="00F2797B" w:rsidP="00517753"/>
    <w:p w14:paraId="22FED7B3" w14:textId="77777777" w:rsidR="004D74B5" w:rsidRDefault="004363EA" w:rsidP="00095819">
      <w:r>
        <w:t xml:space="preserve">Die neue </w:t>
      </w:r>
      <w:proofErr w:type="spellStart"/>
      <w:r w:rsidRPr="004363EA">
        <w:t>Revo.PRIME</w:t>
      </w:r>
      <w:proofErr w:type="spellEnd"/>
      <w:r w:rsidRPr="004363EA">
        <w:t xml:space="preserve"> </w:t>
      </w:r>
      <w:r w:rsidR="00CF589E">
        <w:t xml:space="preserve">von GEZE </w:t>
      </w:r>
      <w:r>
        <w:t xml:space="preserve">wird </w:t>
      </w:r>
      <w:r w:rsidRPr="004363EA">
        <w:t>ab Juli erhältlich</w:t>
      </w:r>
      <w:r>
        <w:t xml:space="preserve"> sein. </w:t>
      </w:r>
    </w:p>
    <w:p w14:paraId="6247F475" w14:textId="77777777" w:rsidR="004D74B5" w:rsidRDefault="004D74B5" w:rsidP="00095819"/>
    <w:p w14:paraId="30F72C10" w14:textId="25A5BCC7" w:rsidR="00095819" w:rsidRDefault="00095819" w:rsidP="00095819">
      <w:r>
        <w:t>Weitere Informationen:</w:t>
      </w:r>
    </w:p>
    <w:p w14:paraId="176F8A20" w14:textId="487ECC9F" w:rsidR="00D93672" w:rsidRDefault="00FB60C9" w:rsidP="00095819">
      <w:hyperlink r:id="rId9" w:history="1">
        <w:r w:rsidRPr="002A06DE">
          <w:rPr>
            <w:rStyle w:val="Hyperlink"/>
            <w:sz w:val="22"/>
            <w:szCs w:val="22"/>
          </w:rPr>
          <w:t>http://www.geze.de/de/newsroom/red-dot-design-award-und-german-design-award-fuer-die-revoprime</w:t>
        </w:r>
      </w:hyperlink>
      <w:r>
        <w:rPr>
          <w:sz w:val="22"/>
          <w:szCs w:val="22"/>
        </w:rPr>
        <w:t xml:space="preserve"> </w:t>
      </w:r>
    </w:p>
    <w:p w14:paraId="155CB109" w14:textId="77777777" w:rsidR="007A362E" w:rsidRPr="006B111C" w:rsidRDefault="007A362E" w:rsidP="00095819"/>
    <w:p w14:paraId="216A8B88" w14:textId="77777777" w:rsidR="00FB60C9" w:rsidRDefault="00FB60C9" w:rsidP="006B111C">
      <w:pPr>
        <w:rPr>
          <w:b/>
        </w:rPr>
      </w:pPr>
    </w:p>
    <w:p w14:paraId="7E399FAD" w14:textId="77777777" w:rsidR="00FB60C9" w:rsidRDefault="00FB60C9" w:rsidP="006B111C">
      <w:pPr>
        <w:rPr>
          <w:b/>
        </w:rPr>
      </w:pPr>
    </w:p>
    <w:p w14:paraId="321A97F8" w14:textId="0F77B3CE" w:rsidR="006B111C" w:rsidRPr="00570CFA" w:rsidRDefault="006B111C" w:rsidP="006B111C">
      <w:pPr>
        <w:rPr>
          <w:b/>
        </w:rPr>
      </w:pPr>
      <w:r w:rsidRPr="00570CFA">
        <w:rPr>
          <w:b/>
        </w:rPr>
        <w:t xml:space="preserve">ÜBER GEZE </w:t>
      </w:r>
    </w:p>
    <w:p w14:paraId="4144CB27" w14:textId="77777777" w:rsidR="00380CEE" w:rsidRDefault="00380CEE" w:rsidP="00380CEE">
      <w:pPr>
        <w:rPr>
          <w:kern w:val="0"/>
        </w:rPr>
      </w:pPr>
      <w:r>
        <w:t xml:space="preserve">GEZE </w:t>
      </w:r>
      <w:r w:rsidR="004D3D1E">
        <w:t>gehört zu den</w:t>
      </w:r>
      <w:r>
        <w:t xml:space="preserve"> </w:t>
      </w:r>
      <w:r w:rsidR="004D3D1E">
        <w:t>weltweit führenden</w:t>
      </w:r>
      <w:r>
        <w:t xml:space="preserve">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07326AA4" w14:textId="77777777" w:rsidR="00380CEE" w:rsidRDefault="00380CEE" w:rsidP="00380CEE">
      <w:r>
        <w:t>Weltweit arbeiten bei GEZE mehr als 3.1</w:t>
      </w:r>
      <w:r w:rsidR="00B53181">
        <w:t>54</w:t>
      </w:r>
      <w:r>
        <w:t xml:space="preserve"> Menschen. GEZE entwickelt und fertigt am Stammsitz in Leonberg. Weitere Fertigungsstätten befinden sich in China, Serbien und der Türkei. Mit 3</w:t>
      </w:r>
      <w:r w:rsidR="00AD7245">
        <w:t>7</w:t>
      </w:r>
      <w:r>
        <w:t xml:space="preserve"> Tochtergesellschaften auf der ganzen Welt und 6 Niederlassungen in Deutschland bietet GEZE maximale Kundennähe und exzellenten Service.</w:t>
      </w:r>
    </w:p>
    <w:p w14:paraId="3431D664" w14:textId="77777777" w:rsidR="00380CEE" w:rsidRDefault="00380CEE" w:rsidP="00380CEE"/>
    <w:p w14:paraId="76FA98BC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06C25F68" wp14:editId="69D2DD0A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2004ED09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16FA6BC4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FB60C9" w14:paraId="61047780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780639E6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21E81F46" w14:textId="77777777" w:rsidR="007F0435" w:rsidRPr="00570CFA" w:rsidRDefault="00E10257" w:rsidP="00094A49">
                                  <w:pPr>
                                    <w:pStyle w:val="Kontakt"/>
                                    <w:rPr>
                                      <w:lang w:val="it-IT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. 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>21</w:t>
                                  </w:r>
                                  <w:r w:rsidR="00094A49" w:rsidRPr="00570CFA">
                                    <w:rPr>
                                      <w:rStyle w:val="KontaktAbstandschmal"/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>–</w:t>
                                  </w:r>
                                  <w:r w:rsidR="007F0435" w:rsidRPr="00570CFA">
                                    <w:rPr>
                                      <w:rStyle w:val="KontaktAbstandschmal"/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>29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70CFA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 xml:space="preserve">D-71229 </w:t>
                                  </w:r>
                                  <w:proofErr w:type="spellStart"/>
                                  <w:r w:rsidR="007F0435" w:rsidRPr="00570CFA">
                                    <w:rPr>
                                      <w:lang w:val="it-IT"/>
                                    </w:rPr>
                                    <w:t>Leonberg</w:t>
                                  </w:r>
                                  <w:proofErr w:type="spellEnd"/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70CFA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570CFA">
                                    <w:rPr>
                                      <w:rStyle w:val="KontaktVorsatzwort"/>
                                      <w:lang w:val="it-IT"/>
                                    </w:rPr>
                                    <w:t>TEL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454337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>+</w:t>
                                  </w:r>
                                  <w:proofErr w:type="gramEnd"/>
                                  <w:r w:rsidR="007F0435" w:rsidRPr="00570CFA">
                                    <w:rPr>
                                      <w:lang w:val="it-IT"/>
                                    </w:rPr>
                                    <w:t>49 7152 203-0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70CFA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rStyle w:val="KontaktVorsatzwort"/>
                                      <w:lang w:val="it-IT"/>
                                    </w:rPr>
                                    <w:t>FAX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 xml:space="preserve">  +49 7152 203-310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70CFA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rStyle w:val="KontaktVorsatzwort"/>
                                      <w:lang w:val="it-IT"/>
                                    </w:rPr>
                                    <w:t>MAIL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454337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>presse@geze.com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70CFA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70CFA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70CFA">
                                    <w:rPr>
                                      <w:rStyle w:val="KontaktVorsatzwort"/>
                                      <w:lang w:val="it-IT"/>
                                    </w:rPr>
                                    <w:t>WEB</w:t>
                                  </w:r>
                                  <w:r w:rsidR="007F0435" w:rsidRPr="00570CFA">
                                    <w:rPr>
                                      <w:lang w:val="it-IT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036956C0" w14:textId="77777777" w:rsidR="00A03805" w:rsidRPr="00570CFA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it-IT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25F68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2004ED09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16FA6BC4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FB60C9" w14:paraId="61047780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780639E6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1"/>
                          </w:p>
                          <w:p w14:paraId="21E81F46" w14:textId="77777777" w:rsidR="007F0435" w:rsidRPr="00570CFA" w:rsidRDefault="00E10257" w:rsidP="00094A49">
                            <w:pPr>
                              <w:pStyle w:val="Kontakt"/>
                              <w:rPr>
                                <w:lang w:val="it-IT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>21</w:t>
                            </w:r>
                            <w:r w:rsidR="00094A49" w:rsidRPr="00570CFA">
                              <w:rPr>
                                <w:rStyle w:val="KontaktAbstandschmal"/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>–</w:t>
                            </w:r>
                            <w:r w:rsidR="007F0435" w:rsidRPr="00570CFA">
                              <w:rPr>
                                <w:rStyle w:val="KontaktAbstandschmal"/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>29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70CFA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 xml:space="preserve">D-71229 </w:t>
                            </w:r>
                            <w:proofErr w:type="spellStart"/>
                            <w:r w:rsidR="007F0435" w:rsidRPr="00570CFA">
                              <w:rPr>
                                <w:lang w:val="it-IT"/>
                              </w:rPr>
                              <w:t>Leonberg</w:t>
                            </w:r>
                            <w:proofErr w:type="spellEnd"/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70CFA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="007F0435" w:rsidRPr="00570CFA">
                              <w:rPr>
                                <w:rStyle w:val="KontaktVorsatzwort"/>
                                <w:lang w:val="it-IT"/>
                              </w:rPr>
                              <w:t>TEL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454337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>+</w:t>
                            </w:r>
                            <w:proofErr w:type="gramEnd"/>
                            <w:r w:rsidR="007F0435" w:rsidRPr="00570CFA">
                              <w:rPr>
                                <w:lang w:val="it-IT"/>
                              </w:rPr>
                              <w:t>49 7152 203-0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70CFA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rStyle w:val="KontaktVorsatzwort"/>
                                <w:lang w:val="it-IT"/>
                              </w:rPr>
                              <w:t>FAX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 xml:space="preserve">  +49 7152 203-310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70CFA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rStyle w:val="KontaktVorsatzwort"/>
                                <w:lang w:val="it-IT"/>
                              </w:rPr>
                              <w:t>MAIL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454337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>presse@geze.com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70CFA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70CFA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70CFA">
                              <w:rPr>
                                <w:rStyle w:val="KontaktVorsatzwort"/>
                                <w:lang w:val="it-IT"/>
                              </w:rPr>
                              <w:t>WEB</w:t>
                            </w:r>
                            <w:r w:rsidR="007F0435" w:rsidRPr="00570CFA">
                              <w:rPr>
                                <w:lang w:val="it-IT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036956C0" w14:textId="77777777" w:rsidR="00A03805" w:rsidRPr="00570CFA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it-IT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2C11" w14:textId="77777777" w:rsidR="006A4280" w:rsidRDefault="006A4280" w:rsidP="008D6134">
      <w:pPr>
        <w:spacing w:line="240" w:lineRule="auto"/>
      </w:pPr>
      <w:r>
        <w:separator/>
      </w:r>
    </w:p>
  </w:endnote>
  <w:endnote w:type="continuationSeparator" w:id="0">
    <w:p w14:paraId="3DB34766" w14:textId="77777777" w:rsidR="006A4280" w:rsidRDefault="006A428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09A6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9238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6326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A75F" w14:textId="77777777" w:rsidR="006A4280" w:rsidRDefault="006A4280" w:rsidP="008D6134">
      <w:pPr>
        <w:spacing w:line="240" w:lineRule="auto"/>
      </w:pPr>
      <w:r>
        <w:separator/>
      </w:r>
    </w:p>
  </w:footnote>
  <w:footnote w:type="continuationSeparator" w:id="0">
    <w:p w14:paraId="71C7A15A" w14:textId="77777777" w:rsidR="006A4280" w:rsidRDefault="006A428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B38E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B60C9" w14:paraId="7FC871A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C1F172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9CD809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7BC49D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73CFD" w:rsidRPr="008B572B">
            <w:t>Pressemitteilung</w:t>
          </w:r>
          <w:r>
            <w:fldChar w:fldCharType="end"/>
          </w:r>
        </w:p>
        <w:p w14:paraId="1D6A806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4D807625" w14:textId="77777777" w:rsidTr="00B556B7">
      <w:trPr>
        <w:trHeight w:hRule="exact" w:val="215"/>
      </w:trPr>
      <w:tc>
        <w:tcPr>
          <w:tcW w:w="7359" w:type="dxa"/>
        </w:tcPr>
        <w:p w14:paraId="7BCB9E2F" w14:textId="62C6C626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6-2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D74B5">
                <w:t>22.06.2022</w:t>
              </w:r>
            </w:sdtContent>
          </w:sdt>
        </w:p>
      </w:tc>
    </w:tr>
  </w:tbl>
  <w:p w14:paraId="54415A0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6A28CB83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8D6C197" wp14:editId="31CD6C1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42F0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B60C9" w14:paraId="0909BF5C" w14:textId="77777777" w:rsidTr="005A529F">
      <w:trPr>
        <w:trHeight w:hRule="exact" w:val="198"/>
      </w:trPr>
      <w:tc>
        <w:tcPr>
          <w:tcW w:w="7371" w:type="dxa"/>
        </w:tcPr>
        <w:p w14:paraId="0633B740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2FDFF535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5FEED3C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3DCEC700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0B8649B" wp14:editId="2CF8554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DEBEC11" wp14:editId="6ECC2443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A718E9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1sksh4gAA&#10;AA0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898013F" wp14:editId="6A749EB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D99358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76201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FD"/>
    <w:rsid w:val="0000383B"/>
    <w:rsid w:val="00010915"/>
    <w:rsid w:val="00025DF7"/>
    <w:rsid w:val="0003600D"/>
    <w:rsid w:val="0003629C"/>
    <w:rsid w:val="0005443A"/>
    <w:rsid w:val="00056609"/>
    <w:rsid w:val="00062822"/>
    <w:rsid w:val="00077AA2"/>
    <w:rsid w:val="0008169D"/>
    <w:rsid w:val="00090D06"/>
    <w:rsid w:val="00094A49"/>
    <w:rsid w:val="00095819"/>
    <w:rsid w:val="000B02C6"/>
    <w:rsid w:val="000B745F"/>
    <w:rsid w:val="000C70EA"/>
    <w:rsid w:val="000E65AF"/>
    <w:rsid w:val="00107E00"/>
    <w:rsid w:val="00110BB8"/>
    <w:rsid w:val="00111D19"/>
    <w:rsid w:val="00113091"/>
    <w:rsid w:val="001261D2"/>
    <w:rsid w:val="00131D40"/>
    <w:rsid w:val="00144F83"/>
    <w:rsid w:val="001673EE"/>
    <w:rsid w:val="00174F7D"/>
    <w:rsid w:val="0018341D"/>
    <w:rsid w:val="001D1D9D"/>
    <w:rsid w:val="001F462D"/>
    <w:rsid w:val="00257C01"/>
    <w:rsid w:val="002627A3"/>
    <w:rsid w:val="0029378C"/>
    <w:rsid w:val="00295C6C"/>
    <w:rsid w:val="002A2B85"/>
    <w:rsid w:val="002A4F80"/>
    <w:rsid w:val="002B73E3"/>
    <w:rsid w:val="002D45A8"/>
    <w:rsid w:val="002D4EAE"/>
    <w:rsid w:val="003015F5"/>
    <w:rsid w:val="003023FF"/>
    <w:rsid w:val="00302B88"/>
    <w:rsid w:val="00362821"/>
    <w:rsid w:val="003660CB"/>
    <w:rsid w:val="00367861"/>
    <w:rsid w:val="00372112"/>
    <w:rsid w:val="00380CEE"/>
    <w:rsid w:val="00381993"/>
    <w:rsid w:val="00395A45"/>
    <w:rsid w:val="003A1C1B"/>
    <w:rsid w:val="003A2D62"/>
    <w:rsid w:val="003C69DE"/>
    <w:rsid w:val="003D37C3"/>
    <w:rsid w:val="003F7DD3"/>
    <w:rsid w:val="00400EA3"/>
    <w:rsid w:val="00420C17"/>
    <w:rsid w:val="004363EA"/>
    <w:rsid w:val="00454337"/>
    <w:rsid w:val="00456EA8"/>
    <w:rsid w:val="004828F4"/>
    <w:rsid w:val="004833EF"/>
    <w:rsid w:val="00490321"/>
    <w:rsid w:val="004B5E20"/>
    <w:rsid w:val="004D3D1E"/>
    <w:rsid w:val="004D74B5"/>
    <w:rsid w:val="004E0148"/>
    <w:rsid w:val="004E1AAA"/>
    <w:rsid w:val="004F0FE1"/>
    <w:rsid w:val="00501A06"/>
    <w:rsid w:val="00512C05"/>
    <w:rsid w:val="00516727"/>
    <w:rsid w:val="00517753"/>
    <w:rsid w:val="00525290"/>
    <w:rsid w:val="0053157C"/>
    <w:rsid w:val="0053465E"/>
    <w:rsid w:val="00546F76"/>
    <w:rsid w:val="00570CFA"/>
    <w:rsid w:val="00575AEF"/>
    <w:rsid w:val="00590F61"/>
    <w:rsid w:val="005A4E09"/>
    <w:rsid w:val="005A529F"/>
    <w:rsid w:val="005C0025"/>
    <w:rsid w:val="005D10D5"/>
    <w:rsid w:val="0060196E"/>
    <w:rsid w:val="00624261"/>
    <w:rsid w:val="006247F0"/>
    <w:rsid w:val="00650096"/>
    <w:rsid w:val="00661485"/>
    <w:rsid w:val="0067697B"/>
    <w:rsid w:val="00686C9B"/>
    <w:rsid w:val="006A4280"/>
    <w:rsid w:val="006B111C"/>
    <w:rsid w:val="00742404"/>
    <w:rsid w:val="0074360A"/>
    <w:rsid w:val="00750CB1"/>
    <w:rsid w:val="00752C8E"/>
    <w:rsid w:val="007537BA"/>
    <w:rsid w:val="007644C4"/>
    <w:rsid w:val="00772A8A"/>
    <w:rsid w:val="0077738D"/>
    <w:rsid w:val="00782B4B"/>
    <w:rsid w:val="007A362E"/>
    <w:rsid w:val="007C2C48"/>
    <w:rsid w:val="007D4F8A"/>
    <w:rsid w:val="007F0435"/>
    <w:rsid w:val="00846FEA"/>
    <w:rsid w:val="008510DC"/>
    <w:rsid w:val="00853B2B"/>
    <w:rsid w:val="00863B08"/>
    <w:rsid w:val="00873CFD"/>
    <w:rsid w:val="00882B27"/>
    <w:rsid w:val="008A27D2"/>
    <w:rsid w:val="008A2F5C"/>
    <w:rsid w:val="008B305B"/>
    <w:rsid w:val="008B572B"/>
    <w:rsid w:val="008B5ABA"/>
    <w:rsid w:val="008C32F8"/>
    <w:rsid w:val="008D6134"/>
    <w:rsid w:val="008E19EE"/>
    <w:rsid w:val="008E707F"/>
    <w:rsid w:val="008F0D1C"/>
    <w:rsid w:val="008F511E"/>
    <w:rsid w:val="009149AE"/>
    <w:rsid w:val="00925FCD"/>
    <w:rsid w:val="009800D1"/>
    <w:rsid w:val="00980D79"/>
    <w:rsid w:val="0099368D"/>
    <w:rsid w:val="009B16EE"/>
    <w:rsid w:val="009C241E"/>
    <w:rsid w:val="009E196D"/>
    <w:rsid w:val="009F69A2"/>
    <w:rsid w:val="00A03805"/>
    <w:rsid w:val="00A13AF3"/>
    <w:rsid w:val="00A13CED"/>
    <w:rsid w:val="00A2525B"/>
    <w:rsid w:val="00A330C9"/>
    <w:rsid w:val="00A37A65"/>
    <w:rsid w:val="00A701E2"/>
    <w:rsid w:val="00A9034D"/>
    <w:rsid w:val="00A91680"/>
    <w:rsid w:val="00AA25C7"/>
    <w:rsid w:val="00AC275A"/>
    <w:rsid w:val="00AD6CE7"/>
    <w:rsid w:val="00AD7245"/>
    <w:rsid w:val="00AE1CA7"/>
    <w:rsid w:val="00B06CCE"/>
    <w:rsid w:val="00B22183"/>
    <w:rsid w:val="00B223C4"/>
    <w:rsid w:val="00B32473"/>
    <w:rsid w:val="00B430CB"/>
    <w:rsid w:val="00B53181"/>
    <w:rsid w:val="00B542C6"/>
    <w:rsid w:val="00B556B7"/>
    <w:rsid w:val="00B72C78"/>
    <w:rsid w:val="00BA73A7"/>
    <w:rsid w:val="00BD35E0"/>
    <w:rsid w:val="00BE32F5"/>
    <w:rsid w:val="00BF2B94"/>
    <w:rsid w:val="00BF5DE5"/>
    <w:rsid w:val="00C05431"/>
    <w:rsid w:val="00C22EB4"/>
    <w:rsid w:val="00C33D82"/>
    <w:rsid w:val="00C3608F"/>
    <w:rsid w:val="00C3654A"/>
    <w:rsid w:val="00C405F5"/>
    <w:rsid w:val="00C65692"/>
    <w:rsid w:val="00C802A4"/>
    <w:rsid w:val="00C973E7"/>
    <w:rsid w:val="00CC47F4"/>
    <w:rsid w:val="00CE722F"/>
    <w:rsid w:val="00CF1296"/>
    <w:rsid w:val="00CF17D8"/>
    <w:rsid w:val="00CF589E"/>
    <w:rsid w:val="00D01476"/>
    <w:rsid w:val="00D02588"/>
    <w:rsid w:val="00D10630"/>
    <w:rsid w:val="00D21E65"/>
    <w:rsid w:val="00D263AB"/>
    <w:rsid w:val="00D5446F"/>
    <w:rsid w:val="00D774E0"/>
    <w:rsid w:val="00D827D0"/>
    <w:rsid w:val="00D93672"/>
    <w:rsid w:val="00DA6046"/>
    <w:rsid w:val="00DB4BE6"/>
    <w:rsid w:val="00DC7707"/>
    <w:rsid w:val="00DC7D49"/>
    <w:rsid w:val="00DE1ED3"/>
    <w:rsid w:val="00DF67D1"/>
    <w:rsid w:val="00E10257"/>
    <w:rsid w:val="00E13537"/>
    <w:rsid w:val="00E2393F"/>
    <w:rsid w:val="00E308E8"/>
    <w:rsid w:val="00E32DF9"/>
    <w:rsid w:val="00ED11B6"/>
    <w:rsid w:val="00F15040"/>
    <w:rsid w:val="00F2797B"/>
    <w:rsid w:val="00F46B41"/>
    <w:rsid w:val="00F562E9"/>
    <w:rsid w:val="00F730DC"/>
    <w:rsid w:val="00F85DFB"/>
    <w:rsid w:val="00F91AF5"/>
    <w:rsid w:val="00F93218"/>
    <w:rsid w:val="00F96F22"/>
    <w:rsid w:val="00FB60C9"/>
    <w:rsid w:val="00FC5371"/>
    <w:rsid w:val="00FD3C61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62E4C"/>
  <w15:docId w15:val="{652406BB-E553-4113-A0AC-977A9EAC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3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3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321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3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321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367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D74B5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309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5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eze.de/de/newsroom/red-dot-design-award-und-german-design-award-fuer-die-revoprim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m\OneDrive\Dokumente\_FREELANCER_\01_Workflow\002_Auftraege\Panama%20PR\2022\GEZE\_GEZE-Vorlagen\Pressemitteilung_Vorlage_inkl-Boilerplate_2021_12-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71A319B6EB4963AE8EBC432D6D79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B4218F-43AB-46DB-B183-11D00D2F3734}"/>
      </w:docPartPr>
      <w:docPartBody>
        <w:p w:rsidR="005D2F14" w:rsidRDefault="00E17448">
          <w:pPr>
            <w:pStyle w:val="C271A319B6EB4963AE8EBC432D6D792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14"/>
    <w:rsid w:val="000E44DD"/>
    <w:rsid w:val="00103727"/>
    <w:rsid w:val="005D2F14"/>
    <w:rsid w:val="005E416A"/>
    <w:rsid w:val="007E00C4"/>
    <w:rsid w:val="00E17448"/>
    <w:rsid w:val="00FA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271A319B6EB4963AE8EBC432D6D792C">
    <w:name w:val="C271A319B6EB4963AE8EBC432D6D79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2022-06-22T00:00:00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4C7ECD-28A4-46BE-82FD-4FF99843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C:\Users\kathm\OneDrive\Dokumente\_FREELANCER_\01_Workflow\002_Auftraege\Panama PR\2022\GEZE\_GEZE-Vorlagen\Pressemitteilung_Vorlage_inkl-Boilerplate_2021_12-10.dotx</Template>
  <TotalTime>0</TotalTime>
  <Pages>2</Pages>
  <Words>510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Jonathan Wurster</cp:lastModifiedBy>
  <cp:revision>6</cp:revision>
  <cp:lastPrinted>2018-11-26T15:21:00Z</cp:lastPrinted>
  <dcterms:created xsi:type="dcterms:W3CDTF">2022-06-13T14:43:00Z</dcterms:created>
  <dcterms:modified xsi:type="dcterms:W3CDTF">2022-06-22T08:26:00Z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